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52" w:rsidRPr="0091069E" w:rsidRDefault="003F1152" w:rsidP="007F3562">
      <w:pPr>
        <w:jc w:val="both"/>
        <w:rPr>
          <w:b/>
          <w:bCs/>
        </w:rPr>
      </w:pPr>
    </w:p>
    <w:p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:rsidR="0091069E" w:rsidRDefault="0091069E" w:rsidP="0091069E">
      <w:pPr>
        <w:jc w:val="both"/>
        <w:rPr>
          <w:b/>
          <w:bCs/>
        </w:rPr>
      </w:pPr>
    </w:p>
    <w:p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 xml:space="preserve">/viimase </w:t>
      </w:r>
      <w:proofErr w:type="spellStart"/>
      <w:r w:rsidRPr="00233CB1">
        <w:rPr>
          <w:bCs/>
          <w:i/>
          <w:sz w:val="20"/>
          <w:szCs w:val="20"/>
        </w:rPr>
        <w:t>digiallkirja</w:t>
      </w:r>
      <w:proofErr w:type="spellEnd"/>
      <w:r w:rsidRPr="00233CB1">
        <w:rPr>
          <w:bCs/>
          <w:i/>
          <w:sz w:val="20"/>
          <w:szCs w:val="20"/>
        </w:rPr>
        <w:t xml:space="preserve"> kuupäev/</w:t>
      </w:r>
    </w:p>
    <w:p w:rsidR="0091069E" w:rsidRDefault="0091069E" w:rsidP="007F3562">
      <w:pPr>
        <w:jc w:val="both"/>
        <w:rPr>
          <w:b/>
          <w:bCs/>
        </w:rPr>
      </w:pPr>
    </w:p>
    <w:p w:rsidR="003F1152" w:rsidRPr="0091069E" w:rsidRDefault="003F1152" w:rsidP="007F3562">
      <w:pPr>
        <w:jc w:val="both"/>
        <w:rPr>
          <w:b/>
          <w:bCs/>
        </w:rPr>
      </w:pPr>
    </w:p>
    <w:p w:rsidR="00232FD6" w:rsidRPr="008F3F53" w:rsidRDefault="00232FD6" w:rsidP="008F27DC">
      <w:pPr>
        <w:pStyle w:val="Lihttekst"/>
        <w:jc w:val="both"/>
        <w:rPr>
          <w:rFonts w:ascii="Times New Roman" w:hAnsi="Times New Roman" w:cs="Times New Roman"/>
          <w:sz w:val="24"/>
          <w:szCs w:val="24"/>
        </w:rPr>
      </w:pPr>
      <w:r w:rsidRPr="008F3F53">
        <w:rPr>
          <w:rFonts w:ascii="Times New Roman" w:hAnsi="Times New Roman" w:cs="Times New Roman"/>
          <w:b/>
          <w:sz w:val="24"/>
          <w:szCs w:val="24"/>
        </w:rPr>
        <w:t>Riigimetsa Majandamise Keskus</w:t>
      </w:r>
      <w:r w:rsidRPr="008F3F53">
        <w:rPr>
          <w:rFonts w:ascii="Times New Roman" w:hAnsi="Times New Roman" w:cs="Times New Roman"/>
          <w:sz w:val="24"/>
          <w:szCs w:val="24"/>
        </w:rPr>
        <w:t xml:space="preserve"> (edaspidi nimetatud </w:t>
      </w:r>
      <w:r w:rsidR="005279E2" w:rsidRPr="005279E2">
        <w:rPr>
          <w:rFonts w:ascii="Times New Roman" w:hAnsi="Times New Roman" w:cs="Times New Roman"/>
          <w:b/>
          <w:sz w:val="24"/>
          <w:szCs w:val="24"/>
        </w:rPr>
        <w:t>käsundiandja</w:t>
      </w:r>
      <w:r w:rsidRPr="008F3F53">
        <w:rPr>
          <w:rFonts w:ascii="Times New Roman" w:hAnsi="Times New Roman" w:cs="Times New Roman"/>
          <w:sz w:val="24"/>
          <w:szCs w:val="24"/>
        </w:rPr>
        <w:t>),</w:t>
      </w:r>
      <w:r w:rsidR="00885F1B">
        <w:rPr>
          <w:rFonts w:ascii="Times New Roman" w:hAnsi="Times New Roman" w:cs="Times New Roman"/>
          <w:sz w:val="24"/>
          <w:szCs w:val="24"/>
        </w:rPr>
        <w:t xml:space="preserve"> </w:t>
      </w:r>
      <w:r w:rsidR="00885F1B" w:rsidRPr="00885F1B">
        <w:rPr>
          <w:rFonts w:ascii="Times New Roman" w:hAnsi="Times New Roman" w:cs="Times New Roman"/>
          <w:sz w:val="24"/>
          <w:szCs w:val="24"/>
        </w:rPr>
        <w:t>keda esindab juhatuse esimehe 24. märts 2020. a käskkirjaga nr 1-5/39 antud volituse alusel looduskaitseosakonna looduskaitsetööde juht Küllike Kuusik,</w:t>
      </w:r>
      <w:r w:rsidR="00885F1B">
        <w:rPr>
          <w:rFonts w:ascii="Times New Roman" w:hAnsi="Times New Roman" w:cs="Times New Roman"/>
          <w:sz w:val="24"/>
          <w:szCs w:val="24"/>
        </w:rPr>
        <w:t xml:space="preserve"> </w:t>
      </w:r>
      <w:r w:rsidRPr="008F3F53">
        <w:rPr>
          <w:rFonts w:ascii="Times New Roman" w:hAnsi="Times New Roman" w:cs="Times New Roman"/>
          <w:sz w:val="24"/>
          <w:szCs w:val="24"/>
        </w:rPr>
        <w:t>ühelt poolt,</w:t>
      </w:r>
    </w:p>
    <w:p w:rsidR="007F3562" w:rsidRPr="0091069E" w:rsidRDefault="007F3562" w:rsidP="008F27DC">
      <w:pPr>
        <w:jc w:val="both"/>
      </w:pPr>
    </w:p>
    <w:p w:rsidR="007F3562" w:rsidRPr="0091069E" w:rsidRDefault="007F3562" w:rsidP="007F3562">
      <w:pPr>
        <w:jc w:val="both"/>
      </w:pPr>
      <w:r w:rsidRPr="0091069E">
        <w:t>ja ........................................................... /</w:t>
      </w:r>
      <w:r w:rsidRPr="0091069E">
        <w:rPr>
          <w:i/>
        </w:rPr>
        <w:t>juriidilise isiku nimi</w:t>
      </w:r>
      <w:r w:rsidRPr="0091069E">
        <w:t xml:space="preserve">/, keda esindab seaduse ja põhikirja alusel juhatuse liige ……………………. </w:t>
      </w:r>
      <w:r w:rsidRPr="0091069E">
        <w:rPr>
          <w:i/>
        </w:rPr>
        <w:t>/füüsilisest isikust ettevõtja</w:t>
      </w:r>
      <w:r w:rsidR="00AB3F10">
        <w:rPr>
          <w:i/>
        </w:rPr>
        <w:t xml:space="preserve"> </w:t>
      </w:r>
      <w:r w:rsidRPr="0091069E">
        <w:rPr>
          <w:i/>
        </w:rPr>
        <w:t>……………………………………………</w:t>
      </w:r>
      <w:r w:rsidR="00AB3F10">
        <w:rPr>
          <w:i/>
        </w:rPr>
        <w:t xml:space="preserve"> </w:t>
      </w:r>
      <w:r w:rsidRPr="0091069E">
        <w:rPr>
          <w:i/>
        </w:rPr>
        <w:t>/füüsilisest isikust ettevõtja nimi</w:t>
      </w:r>
      <w:r w:rsidRPr="0091069E">
        <w:t>/ /</w:t>
      </w:r>
      <w:r w:rsidRPr="0091069E">
        <w:rPr>
          <w:i/>
        </w:rPr>
        <w:t>valida vajalik/,</w:t>
      </w:r>
      <w:r w:rsidRPr="0091069E">
        <w:t xml:space="preserve"> edaspidi </w:t>
      </w:r>
      <w:r w:rsidR="00771410">
        <w:rPr>
          <w:b/>
          <w:bCs/>
        </w:rPr>
        <w:t>k</w:t>
      </w:r>
      <w:r w:rsidRPr="0091069E">
        <w:rPr>
          <w:b/>
          <w:bCs/>
        </w:rPr>
        <w:t>äsundisaaja</w:t>
      </w:r>
      <w:r w:rsidRPr="0091069E">
        <w:t>, teiselt poolt,</w:t>
      </w:r>
      <w:r w:rsidR="00053616">
        <w:t xml:space="preserve"> </w:t>
      </w:r>
    </w:p>
    <w:p w:rsidR="00D024DB" w:rsidRPr="0091069E" w:rsidRDefault="00D024DB" w:rsidP="007F3562">
      <w:pPr>
        <w:jc w:val="both"/>
      </w:pPr>
    </w:p>
    <w:p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:rsidR="00A1592F" w:rsidRPr="0091069E" w:rsidRDefault="00A1592F" w:rsidP="00A1592F">
      <w:pPr>
        <w:jc w:val="both"/>
      </w:pPr>
    </w:p>
    <w:p w:rsidR="00D024DB" w:rsidRPr="001734D8" w:rsidRDefault="00D024DB" w:rsidP="0080103D">
      <w:pPr>
        <w:spacing w:after="120"/>
        <w:jc w:val="both"/>
      </w:pPr>
      <w:r w:rsidRPr="00FF0F85">
        <w:t xml:space="preserve">sõlmisid käesoleva lepingu, edaspidi </w:t>
      </w:r>
      <w:r w:rsidR="00771410" w:rsidRPr="00FF0F85">
        <w:rPr>
          <w:b/>
        </w:rPr>
        <w:t>l</w:t>
      </w:r>
      <w:r w:rsidRPr="00FF0F85">
        <w:rPr>
          <w:b/>
        </w:rPr>
        <w:t>eping</w:t>
      </w:r>
      <w:r w:rsidRPr="00FF0F85">
        <w:t xml:space="preserve">, </w:t>
      </w:r>
      <w:r w:rsidR="00116F1C" w:rsidRPr="00FF0F85">
        <w:t>väikehanke</w:t>
      </w:r>
      <w:r w:rsidRPr="00FF0F85">
        <w:t xml:space="preserve"> 1-47</w:t>
      </w:r>
      <w:r w:rsidRPr="00572F91">
        <w:t>/</w:t>
      </w:r>
      <w:r w:rsidR="00E051D1">
        <w:t xml:space="preserve">2570 </w:t>
      </w:r>
      <w:r w:rsidRPr="00572F91">
        <w:t>„</w:t>
      </w:r>
      <w:proofErr w:type="spellStart"/>
      <w:r w:rsidR="00CE122B">
        <w:t>Kuustle</w:t>
      </w:r>
      <w:proofErr w:type="spellEnd"/>
      <w:r w:rsidR="00CE122B">
        <w:t xml:space="preserve"> </w:t>
      </w:r>
      <w:r w:rsidR="00572F91" w:rsidRPr="00572F91">
        <w:t>paisu</w:t>
      </w:r>
      <w:r w:rsidR="00CE122B">
        <w:t xml:space="preserve"> likvideerimistööde </w:t>
      </w:r>
      <w:r w:rsidR="00572F91" w:rsidRPr="00572F91">
        <w:rPr>
          <w:iCs/>
        </w:rPr>
        <w:t>omanikujärelevalve</w:t>
      </w:r>
      <w:bookmarkStart w:id="0" w:name="_GoBack"/>
      <w:bookmarkEnd w:id="0"/>
      <w:r w:rsidR="00FF0F85" w:rsidRPr="00572F91">
        <w:t>“</w:t>
      </w:r>
      <w:r w:rsidR="00116F1C" w:rsidRPr="00FF0F85">
        <w:t xml:space="preserve"> </w:t>
      </w:r>
      <w:r w:rsidR="00DF6257" w:rsidRPr="00FF0F85">
        <w:t>(</w:t>
      </w:r>
      <w:r w:rsidR="005924F6" w:rsidRPr="00FF0F85">
        <w:t>viitenumber</w:t>
      </w:r>
      <w:r w:rsidR="00457E0C" w:rsidRPr="00FF0F85">
        <w:t xml:space="preserve"> </w:t>
      </w:r>
      <w:r w:rsidR="00E051D1">
        <w:t>251104)</w:t>
      </w:r>
      <w:r w:rsidR="00DF6257" w:rsidRPr="00FF0F85">
        <w:t xml:space="preserve"> </w:t>
      </w:r>
      <w:r w:rsidRPr="00FF0F85">
        <w:t>tulemusena alljärgnevas:</w:t>
      </w:r>
      <w:r w:rsidR="00F30619">
        <w:t xml:space="preserve"> </w:t>
      </w:r>
    </w:p>
    <w:p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DF68BF" w:rsidRPr="0091069E">
        <w:rPr>
          <w:color w:val="000000"/>
        </w:rPr>
        <w:t xml:space="preserve"> </w:t>
      </w:r>
      <w:proofErr w:type="spellStart"/>
      <w:r w:rsidR="00571809">
        <w:rPr>
          <w:b/>
        </w:rPr>
        <w:t>Kuustle</w:t>
      </w:r>
      <w:proofErr w:type="spellEnd"/>
      <w:r w:rsidR="00571809">
        <w:rPr>
          <w:b/>
        </w:rPr>
        <w:t xml:space="preserve"> paisu likvideerimis</w:t>
      </w:r>
      <w:r w:rsidR="00DF68BF" w:rsidRPr="00885F1B">
        <w:rPr>
          <w:b/>
        </w:rPr>
        <w:t>t</w:t>
      </w:r>
      <w:r w:rsidR="00D40840" w:rsidRPr="00885F1B">
        <w:rPr>
          <w:b/>
        </w:rPr>
        <w:t>öödel</w:t>
      </w:r>
      <w:r w:rsidR="00885F1B">
        <w:rPr>
          <w:bCs/>
        </w:rPr>
        <w:t>.</w:t>
      </w:r>
    </w:p>
    <w:p w:rsidR="0065237A" w:rsidRPr="0091069E" w:rsidRDefault="0065237A" w:rsidP="0065237A">
      <w:pPr>
        <w:jc w:val="both"/>
        <w:rPr>
          <w:bCs/>
        </w:rPr>
      </w:pPr>
    </w:p>
    <w:p w:rsidR="0005270D" w:rsidRDefault="0005270D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Lepingu dokumendid</w:t>
      </w:r>
    </w:p>
    <w:p w:rsidR="0091069E" w:rsidRPr="0091069E" w:rsidRDefault="0091069E" w:rsidP="0091069E">
      <w:pPr>
        <w:jc w:val="both"/>
        <w:rPr>
          <w:b/>
        </w:rPr>
      </w:pPr>
    </w:p>
    <w:p w:rsidR="00233CB1" w:rsidRDefault="00F25F8B" w:rsidP="00F25F8B">
      <w:pPr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:rsidR="00D40840" w:rsidRPr="0091069E" w:rsidRDefault="00F25F8B" w:rsidP="00F25F8B">
      <w:pPr>
        <w:jc w:val="both"/>
      </w:pPr>
      <w:r w:rsidRPr="0091069E">
        <w:t xml:space="preserve">2.2.2. </w:t>
      </w:r>
      <w:r w:rsidR="00A327D5">
        <w:t>Reaalprojekt OÜ poolt koostatud „</w:t>
      </w:r>
      <w:proofErr w:type="spellStart"/>
      <w:r w:rsidR="00A327D5">
        <w:t>Kuustle</w:t>
      </w:r>
      <w:proofErr w:type="spellEnd"/>
      <w:r w:rsidR="00A327D5">
        <w:t xml:space="preserve"> paisu likvideerimise </w:t>
      </w:r>
      <w:r w:rsidR="00CE122B">
        <w:t>töö</w:t>
      </w:r>
      <w:r w:rsidR="00A327D5">
        <w:t>projekt nr P200</w:t>
      </w:r>
      <w:r w:rsidR="00CE122B">
        <w:t>87“</w:t>
      </w:r>
      <w:r w:rsidR="007C4C8F" w:rsidRPr="0091069E">
        <w:t xml:space="preserve"> ;</w:t>
      </w:r>
    </w:p>
    <w:p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:rsidR="004F7E12" w:rsidRPr="0091069E" w:rsidRDefault="004F7E12" w:rsidP="007613F4">
      <w:pPr>
        <w:jc w:val="both"/>
        <w:rPr>
          <w:b/>
          <w:u w:val="single"/>
        </w:rPr>
      </w:pPr>
    </w:p>
    <w:p w:rsidR="00D024DB" w:rsidRDefault="00DD6741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Tasu</w:t>
      </w:r>
    </w:p>
    <w:p w:rsidR="003F1152" w:rsidRDefault="003F1152" w:rsidP="007613F4">
      <w:pPr>
        <w:jc w:val="both"/>
        <w:rPr>
          <w:color w:val="000000"/>
        </w:rPr>
      </w:pPr>
    </w:p>
    <w:p w:rsidR="00DC4A8F" w:rsidRPr="00590021" w:rsidRDefault="00A327D5" w:rsidP="007613F4">
      <w:pPr>
        <w:jc w:val="both"/>
        <w:rPr>
          <w:color w:val="000000"/>
        </w:rPr>
      </w:pPr>
      <w:r>
        <w:rPr>
          <w:color w:val="000000"/>
        </w:rPr>
        <w:t>3.1</w:t>
      </w:r>
      <w:r w:rsidR="004B1A48" w:rsidRPr="00590021">
        <w:rPr>
          <w:color w:val="000000"/>
        </w:rPr>
        <w:t xml:space="preserve">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:rsidR="00DC4A8F" w:rsidRPr="00590021" w:rsidRDefault="00A327D5" w:rsidP="00992C4C">
      <w:pPr>
        <w:jc w:val="both"/>
        <w:rPr>
          <w:color w:val="000000"/>
        </w:rPr>
      </w:pPr>
      <w:r>
        <w:rPr>
          <w:color w:val="000000"/>
        </w:rPr>
        <w:t>3.1</w:t>
      </w:r>
      <w:r w:rsidR="004B1A48" w:rsidRPr="00590021">
        <w:rPr>
          <w:color w:val="000000"/>
        </w:rPr>
        <w:t xml:space="preserve">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>
        <w:rPr>
          <w:color w:val="000000"/>
        </w:rPr>
        <w:t xml:space="preserve"> eurot</w:t>
      </w:r>
      <w:r w:rsidR="00DC4A8F" w:rsidRPr="00590021">
        <w:rPr>
          <w:color w:val="000000"/>
        </w:rPr>
        <w:t>;</w:t>
      </w:r>
    </w:p>
    <w:p w:rsidR="00DC4A8F" w:rsidRDefault="00A327D5" w:rsidP="00992C4C">
      <w:pPr>
        <w:jc w:val="both"/>
        <w:rPr>
          <w:color w:val="000000"/>
        </w:rPr>
      </w:pPr>
      <w:r>
        <w:rPr>
          <w:color w:val="000000"/>
        </w:rPr>
        <w:lastRenderedPageBreak/>
        <w:t>3.1</w:t>
      </w:r>
      <w:r w:rsidR="004B1A48" w:rsidRPr="00590021">
        <w:rPr>
          <w:color w:val="000000"/>
        </w:rPr>
        <w:t xml:space="preserve">.2. </w:t>
      </w:r>
      <w:r w:rsidR="00B0503F" w:rsidRPr="00590021">
        <w:rPr>
          <w:color w:val="000000"/>
        </w:rPr>
        <w:t xml:space="preserve">ehitustööde (sh </w:t>
      </w:r>
      <w:proofErr w:type="spellStart"/>
      <w:r w:rsidR="00B0503F" w:rsidRPr="00590021">
        <w:rPr>
          <w:color w:val="000000"/>
        </w:rPr>
        <w:t>vaegtööde</w:t>
      </w:r>
      <w:proofErr w:type="spellEnd"/>
      <w:r w:rsidR="00B0503F" w:rsidRPr="00590021">
        <w:rPr>
          <w:color w:val="000000"/>
        </w:rPr>
        <w:t>) 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eurot.</w:t>
      </w:r>
    </w:p>
    <w:p w:rsidR="00F94759" w:rsidRDefault="00F94759" w:rsidP="00992C4C">
      <w:pPr>
        <w:jc w:val="both"/>
        <w:rPr>
          <w:color w:val="000000"/>
        </w:rPr>
      </w:pPr>
      <w:r>
        <w:rPr>
          <w:color w:val="000000"/>
        </w:rPr>
        <w:t>Hind kokku………… eurot.</w:t>
      </w:r>
    </w:p>
    <w:p w:rsidR="00A327D5" w:rsidRPr="00590021" w:rsidRDefault="00A327D5" w:rsidP="00992C4C">
      <w:pPr>
        <w:jc w:val="both"/>
        <w:rPr>
          <w:color w:val="000000"/>
        </w:rPr>
      </w:pPr>
      <w:r>
        <w:rPr>
          <w:color w:val="000000"/>
        </w:rPr>
        <w:t>Hindadele lisandub käibemaks 20%.</w:t>
      </w:r>
    </w:p>
    <w:p w:rsidR="00DC4A8F" w:rsidRPr="00590021" w:rsidRDefault="00A327D5" w:rsidP="00992C4C">
      <w:pPr>
        <w:jc w:val="both"/>
        <w:rPr>
          <w:color w:val="000000"/>
        </w:rPr>
      </w:pPr>
      <w:r>
        <w:rPr>
          <w:color w:val="000000"/>
        </w:rPr>
        <w:t>3.2</w:t>
      </w:r>
      <w:r w:rsidR="004B1A48" w:rsidRPr="00590021">
        <w:rPr>
          <w:color w:val="000000"/>
        </w:rPr>
        <w:t xml:space="preserve">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:rsidR="00DC4A8F" w:rsidRPr="0091069E" w:rsidRDefault="00A327D5" w:rsidP="00992C4C">
      <w:pPr>
        <w:jc w:val="both"/>
        <w:rPr>
          <w:color w:val="000000"/>
        </w:rPr>
      </w:pPr>
      <w:r>
        <w:rPr>
          <w:color w:val="000000"/>
        </w:rPr>
        <w:t>3.3</w:t>
      </w:r>
      <w:r w:rsidR="004B1A48" w:rsidRPr="00590021">
        <w:rPr>
          <w:color w:val="000000"/>
        </w:rPr>
        <w:t xml:space="preserve">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:rsidR="00DC4A8F" w:rsidRPr="0091069E" w:rsidRDefault="00A327D5" w:rsidP="00992C4C">
      <w:pPr>
        <w:jc w:val="both"/>
        <w:rPr>
          <w:color w:val="000000"/>
        </w:rPr>
      </w:pPr>
      <w:r>
        <w:rPr>
          <w:color w:val="000000"/>
        </w:rPr>
        <w:t>3.4</w:t>
      </w:r>
      <w:r w:rsidR="004B1A48" w:rsidRPr="0091069E">
        <w:rPr>
          <w:color w:val="000000"/>
        </w:rPr>
        <w:t xml:space="preserve">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:rsidR="00DC4A8F" w:rsidRPr="0091069E" w:rsidRDefault="00A327D5" w:rsidP="00992C4C">
      <w:pPr>
        <w:jc w:val="both"/>
        <w:rPr>
          <w:color w:val="000000"/>
        </w:rPr>
      </w:pPr>
      <w:r>
        <w:rPr>
          <w:color w:val="000000"/>
        </w:rPr>
        <w:t>3.5</w:t>
      </w:r>
      <w:r w:rsidR="004B1A48" w:rsidRPr="0091069E">
        <w:rPr>
          <w:color w:val="000000"/>
        </w:rPr>
        <w:t xml:space="preserve">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:rsidR="00A31E20" w:rsidRDefault="00A327D5" w:rsidP="00992C4C">
      <w:pPr>
        <w:jc w:val="both"/>
        <w:rPr>
          <w:color w:val="000000"/>
        </w:rPr>
      </w:pPr>
      <w:r>
        <w:rPr>
          <w:color w:val="000000"/>
        </w:rPr>
        <w:t>3.6</w:t>
      </w:r>
      <w:r w:rsidR="00992C4C" w:rsidRPr="0091069E">
        <w:rPr>
          <w:color w:val="000000"/>
        </w:rPr>
        <w:t xml:space="preserve">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:rsidR="008B5DC8" w:rsidRPr="0091069E" w:rsidRDefault="00A327D5" w:rsidP="00992C4C">
      <w:pPr>
        <w:jc w:val="both"/>
        <w:rPr>
          <w:color w:val="000000"/>
        </w:rPr>
      </w:pPr>
      <w:r>
        <w:rPr>
          <w:color w:val="000000"/>
        </w:rPr>
        <w:t>3.7</w:t>
      </w:r>
      <w:r w:rsidR="00A31E20">
        <w:rPr>
          <w:color w:val="000000"/>
        </w:rPr>
        <w:t xml:space="preserve">. </w:t>
      </w:r>
      <w:r w:rsidR="00B0503F" w:rsidRPr="00B0503F">
        <w:t xml:space="preserve">Juhul, kui ehitustööd pikenevad omanikujärelevalve teenuse </w:t>
      </w:r>
      <w:proofErr w:type="spellStart"/>
      <w:r w:rsidR="00B0503F" w:rsidRPr="00B0503F">
        <w:t>osutajast</w:t>
      </w:r>
      <w:proofErr w:type="spellEnd"/>
      <w:r w:rsidR="00B0503F" w:rsidRPr="00B0503F">
        <w:t xml:space="preserve">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:rsidR="0048198C" w:rsidRDefault="0048198C" w:rsidP="00C26D3D">
      <w:pPr>
        <w:jc w:val="both"/>
        <w:rPr>
          <w:b/>
          <w:color w:val="000000"/>
        </w:rPr>
      </w:pPr>
    </w:p>
    <w:p w:rsidR="00BE55BA" w:rsidRPr="00C26D3D" w:rsidRDefault="00C26D3D" w:rsidP="00C26D3D">
      <w:pPr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:rsidR="0091069E" w:rsidRPr="0091069E" w:rsidRDefault="0091069E" w:rsidP="0091069E">
      <w:pPr>
        <w:jc w:val="both"/>
        <w:rPr>
          <w:b/>
          <w:color w:val="000000"/>
        </w:rPr>
      </w:pPr>
    </w:p>
    <w:p w:rsidR="00DC4A8F" w:rsidRPr="0091069E" w:rsidRDefault="009C1300" w:rsidP="009C1300">
      <w:pPr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:rsidR="0005270D" w:rsidRPr="00771410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:rsidR="00592D02" w:rsidRPr="00590021" w:rsidRDefault="005F2E86" w:rsidP="00C26D3D">
      <w:pPr>
        <w:jc w:val="both"/>
      </w:pPr>
      <w:r>
        <w:lastRenderedPageBreak/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:rsidR="00C201B3" w:rsidRPr="00590021" w:rsidRDefault="00C201B3" w:rsidP="00205BCE">
      <w:pPr>
        <w:jc w:val="both"/>
      </w:pPr>
      <w:r w:rsidRPr="00590021">
        <w:t>6.2.2 protokollida nõupidamiste otsused;</w:t>
      </w:r>
    </w:p>
    <w:p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 xml:space="preserve">miseks </w:t>
      </w:r>
      <w:proofErr w:type="spellStart"/>
      <w:r w:rsidR="00205BCE" w:rsidRPr="0091069E">
        <w:t>projekteerija</w:t>
      </w:r>
      <w:proofErr w:type="spellEnd"/>
      <w:r w:rsidR="00205BCE" w:rsidRPr="0091069E">
        <w:t xml:space="preserve"> poolt.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</w:t>
      </w:r>
      <w:proofErr w:type="spellStart"/>
      <w:r w:rsidR="00B61F70" w:rsidRPr="0091069E">
        <w:rPr>
          <w:color w:val="000000"/>
        </w:rPr>
        <w:t>üleantavad</w:t>
      </w:r>
      <w:proofErr w:type="spellEnd"/>
      <w:r w:rsidR="00B61F70" w:rsidRPr="0091069E">
        <w:rPr>
          <w:color w:val="000000"/>
        </w:rPr>
        <w:t xml:space="preserve">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 xml:space="preserve">le antud teave </w:t>
      </w:r>
      <w:proofErr w:type="spellStart"/>
      <w:r w:rsidR="00B676DC" w:rsidRPr="0091069E">
        <w:rPr>
          <w:color w:val="000000"/>
        </w:rPr>
        <w:t>üleantavate</w:t>
      </w:r>
      <w:proofErr w:type="spellEnd"/>
      <w:r w:rsidR="00B676DC" w:rsidRPr="0091069E">
        <w:rPr>
          <w:color w:val="000000"/>
        </w:rPr>
        <w:t xml:space="preserve"> tööde kohasuse kohta.</w:t>
      </w:r>
    </w:p>
    <w:p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:rsidR="00740533" w:rsidRDefault="00AB74FD" w:rsidP="00740533">
      <w:pPr>
        <w:jc w:val="both"/>
      </w:pPr>
      <w:r>
        <w:rPr>
          <w:color w:val="000000"/>
        </w:rPr>
        <w:t>6.5.</w:t>
      </w:r>
      <w:r w:rsidR="007D43B5">
        <w:rPr>
          <w:color w:val="000000"/>
        </w:rPr>
        <w:t xml:space="preserve"> </w:t>
      </w:r>
      <w:r w:rsidR="00740533">
        <w:rPr>
          <w:color w:val="000000"/>
        </w:rPr>
        <w:t>V</w:t>
      </w:r>
      <w:r w:rsidR="00740533" w:rsidRPr="00740533">
        <w:t>ajadusel vaatama garantiiperioodi jooksul koos käsundiandjaga üle ehitisel ilmnenud mittevastavused ning osalema enne garantiiaja lõppu toimuval garantiiülevaatusel</w:t>
      </w:r>
      <w:r w:rsidR="00740533">
        <w:t>.</w:t>
      </w:r>
    </w:p>
    <w:p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</w:t>
      </w:r>
      <w:proofErr w:type="spellStart"/>
      <w:r w:rsidR="00BB6809" w:rsidRPr="00BB6809">
        <w:rPr>
          <w:color w:val="000000" w:themeColor="text1"/>
        </w:rPr>
        <w:t>teenuseosutaja</w:t>
      </w:r>
      <w:proofErr w:type="spellEnd"/>
      <w:r w:rsidR="00BB6809" w:rsidRPr="00BB6809">
        <w:rPr>
          <w:color w:val="000000" w:themeColor="text1"/>
        </w:rPr>
        <w:t xml:space="preserve"> peab järgima temale kehtivaid nõudeid. </w:t>
      </w:r>
    </w:p>
    <w:p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proofErr w:type="spellStart"/>
      <w:r w:rsidR="0005270D" w:rsidRPr="0091069E">
        <w:t>kõrvalmõjude</w:t>
      </w:r>
      <w:proofErr w:type="spellEnd"/>
      <w:r w:rsidR="0005270D" w:rsidRPr="0091069E">
        <w:t xml:space="preserve"> eest ümbritsevale keskkonnale, välja arvatud osas, mis on lepinguga üle antud </w:t>
      </w:r>
      <w:proofErr w:type="spellStart"/>
      <w:r w:rsidR="008F0B72" w:rsidRPr="0091069E">
        <w:t>projekteerijale</w:t>
      </w:r>
      <w:proofErr w:type="spellEnd"/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</w:t>
      </w:r>
      <w:proofErr w:type="spellStart"/>
      <w:r w:rsidR="0005270D" w:rsidRPr="0091069E">
        <w:t>projekteerijale</w:t>
      </w:r>
      <w:proofErr w:type="spellEnd"/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>gu tingimuste ja 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:rsidR="0005270D" w:rsidRPr="0091069E" w:rsidRDefault="00036B80" w:rsidP="002E06C0">
      <w:pPr>
        <w:jc w:val="both"/>
      </w:pPr>
      <w:r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:rsidR="002E06C0" w:rsidRPr="0091069E" w:rsidRDefault="00036B80" w:rsidP="002E06C0">
      <w:pPr>
        <w:jc w:val="both"/>
      </w:pPr>
      <w:r>
        <w:lastRenderedPageBreak/>
        <w:t>8.1. Käsundisaajal on õigus l</w:t>
      </w:r>
      <w:r w:rsidR="002E06C0" w:rsidRPr="0091069E">
        <w:t>eping ennetähtaegselt üles öelda, kui:</w:t>
      </w:r>
    </w:p>
    <w:p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</w:t>
      </w:r>
      <w:proofErr w:type="spellStart"/>
      <w:r w:rsidR="002E06C0" w:rsidRPr="0091069E">
        <w:t>pankrotisolevaks</w:t>
      </w:r>
      <w:proofErr w:type="spellEnd"/>
      <w:r w:rsidR="002E06C0" w:rsidRPr="0091069E">
        <w:t xml:space="preserve">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:rsidR="00885F1B" w:rsidRPr="00885F1B" w:rsidRDefault="0044482F" w:rsidP="00885F1B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885F1B">
        <w:rPr>
          <w:color w:val="000000"/>
        </w:rPr>
        <w:t xml:space="preserve">RMK looduskaitseosakonna looduskaitse tööjuht </w:t>
      </w:r>
      <w:r w:rsidR="00885F1B" w:rsidRPr="00B93E73">
        <w:rPr>
          <w:color w:val="000000"/>
        </w:rPr>
        <w:t xml:space="preserve">Jan Ruukel, telefon </w:t>
      </w:r>
      <w:r w:rsidR="00885F1B">
        <w:t xml:space="preserve">5163074, e-post </w:t>
      </w:r>
      <w:hyperlink r:id="rId8" w:history="1">
        <w:r w:rsidR="00885F1B" w:rsidRPr="00513038">
          <w:rPr>
            <w:rStyle w:val="Hperlink"/>
          </w:rPr>
          <w:t>jan.ruukel@rmk.ee</w:t>
        </w:r>
      </w:hyperlink>
      <w:r w:rsidR="00885F1B">
        <w:t xml:space="preserve"> </w:t>
      </w:r>
    </w:p>
    <w:p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</w:p>
    <w:p w:rsidR="003F1152" w:rsidRDefault="003F1152" w:rsidP="0044482F"/>
    <w:p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:rsidR="005F2E86" w:rsidRPr="005F2E86" w:rsidRDefault="005F2E86" w:rsidP="005F2E86">
      <w:pPr>
        <w:rPr>
          <w:b/>
        </w:rPr>
      </w:pPr>
    </w:p>
    <w:p w:rsidR="005F2E86" w:rsidRDefault="005F2E86" w:rsidP="003E7BAB">
      <w:pPr>
        <w:jc w:val="both"/>
      </w:pPr>
      <w:r>
        <w:t xml:space="preserve">10.1 Lepinguga seotud teated edastatakse </w:t>
      </w:r>
      <w:r w:rsidR="00036B80">
        <w:t xml:space="preserve">telefoni teel või </w:t>
      </w:r>
      <w:proofErr w:type="spellStart"/>
      <w:r w:rsidR="00036B80">
        <w:t>e-kirja</w:t>
      </w:r>
      <w:proofErr w:type="spellEnd"/>
      <w:r w:rsidR="00036B80">
        <w:t xml:space="preserve">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:rsidR="005F2E86" w:rsidRDefault="005F2E86" w:rsidP="003E7BAB">
      <w:pPr>
        <w:jc w:val="both"/>
      </w:pPr>
      <w:r>
        <w:t xml:space="preserve">10.2 </w:t>
      </w:r>
      <w:proofErr w:type="spellStart"/>
      <w:r>
        <w:t>E-kirja</w:t>
      </w:r>
      <w:proofErr w:type="spellEnd"/>
      <w:r>
        <w:t xml:space="preserve"> teel edastatud teated peetakse </w:t>
      </w:r>
      <w:proofErr w:type="spellStart"/>
      <w:r>
        <w:t>kättesaaduks</w:t>
      </w:r>
      <w:proofErr w:type="spellEnd"/>
      <w:r>
        <w:t xml:space="preserve"> alates teate edastamisele järgnevast tööpäevast.</w:t>
      </w:r>
    </w:p>
    <w:p w:rsidR="005F2E86" w:rsidRPr="0091069E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 xml:space="preserve">oolele esitatavad nõudekirjad peavad olema kirjalikus vormis. Kirjaliku vormiga on võrdsustatud digitaalselt allkirjastatud elektrooniline dokument. Viimane vorminõue on täidetud ka juhul, kui teade edastatakse </w:t>
      </w:r>
      <w:proofErr w:type="spellStart"/>
      <w:r>
        <w:t>e-kirja</w:t>
      </w:r>
      <w:proofErr w:type="spellEnd"/>
      <w:r>
        <w:t xml:space="preserve"> teel.</w:t>
      </w:r>
    </w:p>
    <w:p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:rsidR="0044482F" w:rsidRPr="00590021" w:rsidRDefault="0044482F" w:rsidP="0044482F">
      <w:pPr>
        <w:jc w:val="both"/>
      </w:pPr>
    </w:p>
    <w:p w:rsidR="0044482F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t>Poolte andmed ja allkirjad:</w:t>
      </w:r>
    </w:p>
    <w:p w:rsidR="00A327D5" w:rsidRDefault="00A327D5" w:rsidP="009B782F">
      <w:pPr>
        <w:spacing w:after="240"/>
        <w:jc w:val="both"/>
        <w:rPr>
          <w:b/>
        </w:rPr>
      </w:pPr>
    </w:p>
    <w:p w:rsidR="00A327D5" w:rsidRPr="00A327D5" w:rsidRDefault="00A327D5" w:rsidP="00A327D5">
      <w:pPr>
        <w:pStyle w:val="Pealkiri1"/>
        <w:rPr>
          <w:bCs/>
          <w:u w:val="none"/>
        </w:rPr>
      </w:pPr>
      <w:proofErr w:type="spellStart"/>
      <w:r w:rsidRPr="00A327D5">
        <w:rPr>
          <w:bCs/>
          <w:u w:val="none"/>
        </w:rPr>
        <w:t>Tellija</w:t>
      </w:r>
      <w:proofErr w:type="spellEnd"/>
      <w:r w:rsidRPr="00A327D5">
        <w:rPr>
          <w:bCs/>
          <w:u w:val="none"/>
        </w:rPr>
        <w:tab/>
      </w:r>
      <w:r w:rsidRPr="00A327D5">
        <w:rPr>
          <w:bCs/>
          <w:u w:val="none"/>
        </w:rPr>
        <w:tab/>
      </w:r>
      <w:r w:rsidRPr="00A327D5">
        <w:rPr>
          <w:bCs/>
          <w:u w:val="none"/>
        </w:rPr>
        <w:tab/>
      </w:r>
      <w:r w:rsidRPr="00A327D5">
        <w:rPr>
          <w:bCs/>
          <w:u w:val="none"/>
        </w:rPr>
        <w:tab/>
      </w:r>
      <w:r w:rsidRPr="00A327D5">
        <w:rPr>
          <w:bCs/>
          <w:u w:val="none"/>
        </w:rPr>
        <w:tab/>
      </w:r>
      <w:r w:rsidRPr="00A327D5">
        <w:rPr>
          <w:bCs/>
          <w:u w:val="none"/>
        </w:rPr>
        <w:tab/>
        <w:t xml:space="preserve">         </w:t>
      </w:r>
      <w:r w:rsidRPr="00A327D5">
        <w:rPr>
          <w:bCs/>
          <w:u w:val="none"/>
        </w:rPr>
        <w:tab/>
      </w:r>
      <w:proofErr w:type="spellStart"/>
      <w:r w:rsidRPr="00A327D5">
        <w:rPr>
          <w:bCs/>
          <w:u w:val="none"/>
        </w:rPr>
        <w:t>Töövõtja</w:t>
      </w:r>
      <w:proofErr w:type="spellEnd"/>
    </w:p>
    <w:p w:rsidR="00A327D5" w:rsidRDefault="00A327D5" w:rsidP="00A327D5">
      <w:pPr>
        <w:jc w:val="both"/>
        <w:rPr>
          <w:b/>
        </w:rPr>
      </w:pPr>
    </w:p>
    <w:p w:rsidR="00A327D5" w:rsidRDefault="00A327D5" w:rsidP="00A327D5">
      <w:pPr>
        <w:jc w:val="both"/>
      </w:pPr>
      <w:r w:rsidRPr="0036249A">
        <w:rPr>
          <w:b/>
        </w:rPr>
        <w:t>Riigimetsa Majandamise Keskus</w:t>
      </w:r>
      <w:r>
        <w:tab/>
      </w:r>
      <w:r>
        <w:tab/>
        <w:t xml:space="preserve"> </w:t>
      </w:r>
      <w:r>
        <w:tab/>
      </w:r>
      <w:r>
        <w:rPr>
          <w:b/>
        </w:rPr>
        <w:t>________________</w:t>
      </w:r>
      <w:r>
        <w:tab/>
      </w:r>
    </w:p>
    <w:p w:rsidR="00A327D5" w:rsidRDefault="00A327D5" w:rsidP="00A327D5">
      <w:proofErr w:type="spellStart"/>
      <w:r>
        <w:t>Sagadi</w:t>
      </w:r>
      <w:proofErr w:type="spellEnd"/>
      <w:r>
        <w:t xml:space="preserve"> küla, Haljala vald</w:t>
      </w:r>
      <w:r>
        <w:tab/>
      </w:r>
      <w:r>
        <w:tab/>
      </w:r>
      <w:r>
        <w:tab/>
      </w:r>
      <w:r>
        <w:tab/>
        <w:t>_____________________</w:t>
      </w:r>
    </w:p>
    <w:p w:rsidR="00A327D5" w:rsidRDefault="00A327D5" w:rsidP="00A327D5">
      <w:r>
        <w:lastRenderedPageBreak/>
        <w:t xml:space="preserve">45403 Lääne-Viru maakond    </w:t>
      </w:r>
      <w:r>
        <w:tab/>
      </w:r>
      <w:r>
        <w:tab/>
        <w:t xml:space="preserve">         </w:t>
      </w:r>
      <w:r>
        <w:tab/>
        <w:t>_____________________</w:t>
      </w:r>
    </w:p>
    <w:p w:rsidR="00A327D5" w:rsidRDefault="00A327D5" w:rsidP="00A327D5">
      <w:r>
        <w:t>Registrikood 70004459</w:t>
      </w:r>
      <w:r>
        <w:tab/>
      </w:r>
      <w:r>
        <w:tab/>
      </w:r>
      <w:r>
        <w:tab/>
        <w:t xml:space="preserve">         </w:t>
      </w:r>
      <w:r>
        <w:tab/>
        <w:t>_____________________</w:t>
      </w:r>
    </w:p>
    <w:p w:rsidR="00A327D5" w:rsidRDefault="00A327D5" w:rsidP="00A327D5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_____________________</w:t>
      </w:r>
    </w:p>
    <w:p w:rsidR="00A327D5" w:rsidRDefault="00A327D5" w:rsidP="00A327D5">
      <w:pPr>
        <w:tabs>
          <w:tab w:val="left" w:pos="4800"/>
        </w:tabs>
        <w:jc w:val="both"/>
        <w:rPr>
          <w:b/>
        </w:rPr>
      </w:pPr>
      <w:r w:rsidRPr="0036249A">
        <w:rPr>
          <w:b/>
        </w:rPr>
        <w:t xml:space="preserve">RMK </w:t>
      </w:r>
      <w:r>
        <w:rPr>
          <w:b/>
        </w:rPr>
        <w:t>looduskaitseosakond</w:t>
      </w:r>
    </w:p>
    <w:p w:rsidR="00A327D5" w:rsidRPr="00A327D5" w:rsidRDefault="00A327D5" w:rsidP="00A327D5">
      <w:pPr>
        <w:tabs>
          <w:tab w:val="left" w:pos="4800"/>
        </w:tabs>
        <w:jc w:val="both"/>
      </w:pPr>
      <w:r w:rsidRPr="00A327D5">
        <w:t>Rõõmu tee 7, Tartu</w:t>
      </w:r>
      <w:r w:rsidRPr="00A327D5">
        <w:tab/>
      </w:r>
      <w:r w:rsidRPr="00A327D5">
        <w:tab/>
        <w:t xml:space="preserve"> </w:t>
      </w:r>
    </w:p>
    <w:p w:rsidR="00A327D5" w:rsidRDefault="00A327D5" w:rsidP="00A327D5">
      <w:pPr>
        <w:spacing w:line="240" w:lineRule="exact"/>
      </w:pPr>
      <w:r w:rsidRPr="00467210">
        <w:t xml:space="preserve">Tel. </w:t>
      </w:r>
      <w:r>
        <w:t xml:space="preserve">     5038556</w:t>
      </w:r>
    </w:p>
    <w:p w:rsidR="00A327D5" w:rsidRDefault="00A327D5" w:rsidP="00A327D5">
      <w:pPr>
        <w:spacing w:line="240" w:lineRule="exact"/>
      </w:pPr>
      <w:r>
        <w:t xml:space="preserve">e-post: </w:t>
      </w:r>
      <w:hyperlink r:id="rId9" w:history="1">
        <w:r w:rsidRPr="00AF1E44">
          <w:rPr>
            <w:rStyle w:val="Hperlink"/>
          </w:rPr>
          <w:t>kullike.kuusik@rmk.ee</w:t>
        </w:r>
      </w:hyperlink>
    </w:p>
    <w:p w:rsidR="00A327D5" w:rsidRDefault="00A327D5" w:rsidP="00A327D5">
      <w:pPr>
        <w:spacing w:line="240" w:lineRule="exact"/>
      </w:pPr>
    </w:p>
    <w:p w:rsidR="00A327D5" w:rsidRDefault="00A327D5" w:rsidP="00A327D5">
      <w:pPr>
        <w:spacing w:line="240" w:lineRule="exact"/>
        <w:rPr>
          <w:i/>
        </w:rPr>
      </w:pPr>
      <w:r w:rsidRPr="007E1661">
        <w:rPr>
          <w:i/>
        </w:rPr>
        <w:t>/allkirjastatud digitaalselt/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E1661">
        <w:rPr>
          <w:i/>
        </w:rPr>
        <w:t>/allkirjastatud digitaalselt/</w:t>
      </w:r>
    </w:p>
    <w:p w:rsidR="00A327D5" w:rsidRDefault="00A327D5" w:rsidP="00A327D5">
      <w:pPr>
        <w:spacing w:after="240"/>
        <w:jc w:val="both"/>
        <w:rPr>
          <w:b/>
        </w:rPr>
      </w:pPr>
    </w:p>
    <w:p w:rsidR="00A327D5" w:rsidRDefault="00A327D5" w:rsidP="00A327D5">
      <w:pPr>
        <w:spacing w:after="240"/>
        <w:jc w:val="both"/>
        <w:rPr>
          <w:b/>
        </w:rPr>
      </w:pPr>
      <w:r>
        <w:rPr>
          <w:b/>
        </w:rPr>
        <w:t>Küllike Kuusik</w:t>
      </w:r>
    </w:p>
    <w:p w:rsidR="00A327D5" w:rsidRDefault="00A327D5" w:rsidP="009B782F">
      <w:pPr>
        <w:spacing w:after="240"/>
        <w:jc w:val="both"/>
        <w:rPr>
          <w:b/>
        </w:rPr>
      </w:pPr>
    </w:p>
    <w:p w:rsidR="00A327D5" w:rsidRDefault="00A327D5" w:rsidP="009B782F">
      <w:pPr>
        <w:spacing w:after="240"/>
        <w:jc w:val="both"/>
        <w:rPr>
          <w:b/>
        </w:rPr>
      </w:pPr>
    </w:p>
    <w:sectPr w:rsidR="00A327D5" w:rsidSect="00AC7420">
      <w:headerReference w:type="default" r:id="rId10"/>
      <w:headerReference w:type="first" r:id="rId11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AA5" w:rsidRDefault="00643AA5" w:rsidP="001B600D">
      <w:r>
        <w:separator/>
      </w:r>
    </w:p>
  </w:endnote>
  <w:endnote w:type="continuationSeparator" w:id="0">
    <w:p w:rsidR="00643AA5" w:rsidRDefault="00643AA5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AA5" w:rsidRDefault="00643AA5" w:rsidP="001B600D">
      <w:r>
        <w:separator/>
      </w:r>
    </w:p>
  </w:footnote>
  <w:footnote w:type="continuationSeparator" w:id="0">
    <w:p w:rsidR="00643AA5" w:rsidRDefault="00643AA5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A9" w:rsidRDefault="000422A9" w:rsidP="000422A9">
    <w:pPr>
      <w:pStyle w:val="Pis"/>
    </w:pPr>
    <w:r>
      <w:t xml:space="preserve">                      </w:t>
    </w:r>
  </w:p>
  <w:p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1566CA">
      <w:rPr>
        <w:noProof/>
      </w:rPr>
      <w:t>5</w:t>
    </w:r>
    <w:r w:rsidR="00AC7420">
      <w:fldChar w:fldCharType="end"/>
    </w:r>
  </w:p>
  <w:p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1566CA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:rsidR="007E37AE" w:rsidRDefault="00D23193">
    <w:pPr>
      <w:pStyle w:val="Pis"/>
      <w:rPr>
        <w:noProof/>
      </w:rPr>
    </w:pPr>
    <w:r>
      <w:rPr>
        <w:noProof/>
        <w:lang w:eastAsia="ko-KR"/>
      </w:rPr>
      <w:drawing>
        <wp:inline distT="0" distB="0" distL="0" distR="0" wp14:anchorId="266ECEF1" wp14:editId="0405C214">
          <wp:extent cx="1706880" cy="904240"/>
          <wp:effectExtent l="0" t="0" r="762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22A9" w:rsidRDefault="000422A9">
    <w:pPr>
      <w:pStyle w:val="Pis"/>
    </w:pPr>
  </w:p>
  <w:p w:rsidR="00067EF9" w:rsidRDefault="00067EF9">
    <w:pPr>
      <w:pStyle w:val="Pis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462641"/>
    <w:multiLevelType w:val="multilevel"/>
    <w:tmpl w:val="D9A2D1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3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6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3"/>
  </w:num>
  <w:num w:numId="4">
    <w:abstractNumId w:val="2"/>
  </w:num>
  <w:num w:numId="5">
    <w:abstractNumId w:val="13"/>
  </w:num>
  <w:num w:numId="6">
    <w:abstractNumId w:val="7"/>
  </w:num>
  <w:num w:numId="7">
    <w:abstractNumId w:val="26"/>
  </w:num>
  <w:num w:numId="8">
    <w:abstractNumId w:val="22"/>
  </w:num>
  <w:num w:numId="9">
    <w:abstractNumId w:val="11"/>
  </w:num>
  <w:num w:numId="10">
    <w:abstractNumId w:val="12"/>
  </w:num>
  <w:num w:numId="11">
    <w:abstractNumId w:val="14"/>
  </w:num>
  <w:num w:numId="12">
    <w:abstractNumId w:val="24"/>
  </w:num>
  <w:num w:numId="13">
    <w:abstractNumId w:val="18"/>
  </w:num>
  <w:num w:numId="14">
    <w:abstractNumId w:val="19"/>
  </w:num>
  <w:num w:numId="15">
    <w:abstractNumId w:val="25"/>
  </w:num>
  <w:num w:numId="16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5"/>
  </w:num>
  <w:num w:numId="18">
    <w:abstractNumId w:val="21"/>
  </w:num>
  <w:num w:numId="19">
    <w:abstractNumId w:val="0"/>
  </w:num>
  <w:num w:numId="20">
    <w:abstractNumId w:val="9"/>
  </w:num>
  <w:num w:numId="21">
    <w:abstractNumId w:val="1"/>
  </w:num>
  <w:num w:numId="22">
    <w:abstractNumId w:val="8"/>
  </w:num>
  <w:num w:numId="23">
    <w:abstractNumId w:val="5"/>
  </w:num>
  <w:num w:numId="24">
    <w:abstractNumId w:val="10"/>
  </w:num>
  <w:num w:numId="25">
    <w:abstractNumId w:val="16"/>
  </w:num>
  <w:num w:numId="26">
    <w:abstractNumId w:val="17"/>
  </w:num>
  <w:num w:numId="27">
    <w:abstractNumId w:val="2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4A35"/>
    <w:rsid w:val="000B0B6C"/>
    <w:rsid w:val="000C02BF"/>
    <w:rsid w:val="000D17C9"/>
    <w:rsid w:val="000D4F6D"/>
    <w:rsid w:val="000E1865"/>
    <w:rsid w:val="000E5B2E"/>
    <w:rsid w:val="000F235F"/>
    <w:rsid w:val="000F64D5"/>
    <w:rsid w:val="001035F9"/>
    <w:rsid w:val="00103F00"/>
    <w:rsid w:val="00116F1C"/>
    <w:rsid w:val="001257BD"/>
    <w:rsid w:val="00150C37"/>
    <w:rsid w:val="001566CA"/>
    <w:rsid w:val="00163839"/>
    <w:rsid w:val="00167450"/>
    <w:rsid w:val="001734D8"/>
    <w:rsid w:val="0019260F"/>
    <w:rsid w:val="001A0FBA"/>
    <w:rsid w:val="001A6F35"/>
    <w:rsid w:val="001B600D"/>
    <w:rsid w:val="001C7E90"/>
    <w:rsid w:val="001D3FC2"/>
    <w:rsid w:val="001D77CA"/>
    <w:rsid w:val="001E0099"/>
    <w:rsid w:val="001E6CED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A0111"/>
    <w:rsid w:val="003C54FF"/>
    <w:rsid w:val="003C5D44"/>
    <w:rsid w:val="003D1E54"/>
    <w:rsid w:val="003E3B18"/>
    <w:rsid w:val="003E648E"/>
    <w:rsid w:val="003E6837"/>
    <w:rsid w:val="003E7BAB"/>
    <w:rsid w:val="003F1152"/>
    <w:rsid w:val="003F14F4"/>
    <w:rsid w:val="003F2F14"/>
    <w:rsid w:val="0040157F"/>
    <w:rsid w:val="0040677A"/>
    <w:rsid w:val="00424151"/>
    <w:rsid w:val="00434E15"/>
    <w:rsid w:val="0044482F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C38EA"/>
    <w:rsid w:val="004E7378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71809"/>
    <w:rsid w:val="00572F91"/>
    <w:rsid w:val="00590021"/>
    <w:rsid w:val="005924F6"/>
    <w:rsid w:val="00592D02"/>
    <w:rsid w:val="00597CCC"/>
    <w:rsid w:val="005A46CF"/>
    <w:rsid w:val="005A667B"/>
    <w:rsid w:val="005A73C8"/>
    <w:rsid w:val="005D0B95"/>
    <w:rsid w:val="005E1AD8"/>
    <w:rsid w:val="005E3206"/>
    <w:rsid w:val="005E7B48"/>
    <w:rsid w:val="005F20FC"/>
    <w:rsid w:val="005F2E86"/>
    <w:rsid w:val="006158FA"/>
    <w:rsid w:val="006357A6"/>
    <w:rsid w:val="00637490"/>
    <w:rsid w:val="00642E7C"/>
    <w:rsid w:val="00643AA5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E747F"/>
    <w:rsid w:val="006F0157"/>
    <w:rsid w:val="006F4148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1211"/>
    <w:rsid w:val="00811379"/>
    <w:rsid w:val="00824CBA"/>
    <w:rsid w:val="00825249"/>
    <w:rsid w:val="00844C90"/>
    <w:rsid w:val="00846D33"/>
    <w:rsid w:val="00853A0D"/>
    <w:rsid w:val="00857C6C"/>
    <w:rsid w:val="00872E3B"/>
    <w:rsid w:val="008774B1"/>
    <w:rsid w:val="00885F1B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20087"/>
    <w:rsid w:val="00930615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27D5"/>
    <w:rsid w:val="00A35A45"/>
    <w:rsid w:val="00A51261"/>
    <w:rsid w:val="00A51C77"/>
    <w:rsid w:val="00A52458"/>
    <w:rsid w:val="00A52EB4"/>
    <w:rsid w:val="00A60A89"/>
    <w:rsid w:val="00A77431"/>
    <w:rsid w:val="00AA36B0"/>
    <w:rsid w:val="00AA5341"/>
    <w:rsid w:val="00AB0003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7C14"/>
    <w:rsid w:val="00B61F70"/>
    <w:rsid w:val="00B676DC"/>
    <w:rsid w:val="00B87CD3"/>
    <w:rsid w:val="00B87DD5"/>
    <w:rsid w:val="00B94663"/>
    <w:rsid w:val="00B957F8"/>
    <w:rsid w:val="00BA5A7C"/>
    <w:rsid w:val="00BB3DEA"/>
    <w:rsid w:val="00BB51DC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0CF0"/>
    <w:rsid w:val="00CA4774"/>
    <w:rsid w:val="00CB05AC"/>
    <w:rsid w:val="00CB1DE5"/>
    <w:rsid w:val="00CB37F6"/>
    <w:rsid w:val="00CC3C03"/>
    <w:rsid w:val="00CD57DD"/>
    <w:rsid w:val="00CD5B4C"/>
    <w:rsid w:val="00CE122B"/>
    <w:rsid w:val="00CE5513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202F"/>
    <w:rsid w:val="00D4388C"/>
    <w:rsid w:val="00D44C43"/>
    <w:rsid w:val="00D72D15"/>
    <w:rsid w:val="00D92E6A"/>
    <w:rsid w:val="00DA308C"/>
    <w:rsid w:val="00DC4A8F"/>
    <w:rsid w:val="00DD6741"/>
    <w:rsid w:val="00DE2380"/>
    <w:rsid w:val="00DF497E"/>
    <w:rsid w:val="00DF49AF"/>
    <w:rsid w:val="00DF5BFE"/>
    <w:rsid w:val="00DF6257"/>
    <w:rsid w:val="00DF68BF"/>
    <w:rsid w:val="00E051D1"/>
    <w:rsid w:val="00E057EB"/>
    <w:rsid w:val="00E169F4"/>
    <w:rsid w:val="00E26C2A"/>
    <w:rsid w:val="00E36F5B"/>
    <w:rsid w:val="00E40034"/>
    <w:rsid w:val="00E42E35"/>
    <w:rsid w:val="00E517E1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94759"/>
    <w:rsid w:val="00F95D3E"/>
    <w:rsid w:val="00FB0380"/>
    <w:rsid w:val="00FC120D"/>
    <w:rsid w:val="00FD067B"/>
    <w:rsid w:val="00FD4E3F"/>
    <w:rsid w:val="00FF0F6F"/>
    <w:rsid w:val="00FF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FC988D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FF0F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uiPriority w:val="34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ealkiri2Mrk">
    <w:name w:val="Pealkiri 2 Märk"/>
    <w:basedOn w:val="Liguvaikefont"/>
    <w:link w:val="Pealkiri2"/>
    <w:semiHidden/>
    <w:rsid w:val="00FF0F8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ruukel@rmk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ullike.kuusik@rmk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CAF07-0D75-4035-B246-7B5784CB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3</TotalTime>
  <Pages>5</Pages>
  <Words>1667</Words>
  <Characters>9673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Ehitustöövôtu leping  nr</vt:lpstr>
      <vt:lpstr>Ehitustöövôtu leping  nr</vt:lpstr>
    </vt:vector>
  </TitlesOfParts>
  <Company>rmk</Company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Reelika Sirge</cp:lastModifiedBy>
  <cp:revision>8</cp:revision>
  <cp:lastPrinted>2013-03-12T11:00:00Z</cp:lastPrinted>
  <dcterms:created xsi:type="dcterms:W3CDTF">2022-05-30T13:32:00Z</dcterms:created>
  <dcterms:modified xsi:type="dcterms:W3CDTF">2022-06-01T12:02:00Z</dcterms:modified>
</cp:coreProperties>
</file>